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651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65187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62AE">
        <w:rPr>
          <w:rFonts w:ascii="Corbel" w:hAnsi="Corbel"/>
          <w:i/>
          <w:smallCaps/>
          <w:sz w:val="24"/>
          <w:szCs w:val="24"/>
        </w:rPr>
        <w:t>202</w:t>
      </w:r>
      <w:r w:rsidR="00AD54E8">
        <w:rPr>
          <w:rFonts w:ascii="Corbel" w:hAnsi="Corbel"/>
          <w:i/>
          <w:smallCaps/>
          <w:sz w:val="24"/>
          <w:szCs w:val="24"/>
        </w:rPr>
        <w:t>3-</w:t>
      </w:r>
      <w:r w:rsidR="002B62AE">
        <w:rPr>
          <w:rFonts w:ascii="Corbel" w:hAnsi="Corbel"/>
          <w:i/>
          <w:smallCaps/>
          <w:sz w:val="24"/>
          <w:szCs w:val="24"/>
        </w:rPr>
        <w:t>202</w:t>
      </w:r>
      <w:r w:rsidR="00AD54E8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2B62AE">
        <w:rPr>
          <w:rFonts w:ascii="Corbel" w:hAnsi="Corbel"/>
          <w:sz w:val="20"/>
          <w:szCs w:val="20"/>
        </w:rPr>
        <w:t>ok akademicki 202</w:t>
      </w:r>
      <w:r w:rsidR="00AD54E8">
        <w:rPr>
          <w:rFonts w:ascii="Corbel" w:hAnsi="Corbel"/>
          <w:sz w:val="20"/>
          <w:szCs w:val="20"/>
        </w:rPr>
        <w:t>3</w:t>
      </w:r>
      <w:r w:rsidR="002B62AE">
        <w:rPr>
          <w:rFonts w:ascii="Corbel" w:hAnsi="Corbel"/>
          <w:sz w:val="20"/>
          <w:szCs w:val="20"/>
        </w:rPr>
        <w:t>/202</w:t>
      </w:r>
      <w:r w:rsidR="00AD54E8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27BCC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27BCC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FD7A4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FD7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D7A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E0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41F4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B6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Justyna Meissner-Łozińska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C54AE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6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F8531E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5305E0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</w:t>
      </w:r>
      <w:r w:rsidR="00BD2EFB">
        <w:rPr>
          <w:rFonts w:ascii="Corbel" w:hAnsi="Corbel"/>
          <w:smallCaps w:val="0"/>
          <w:szCs w:val="24"/>
        </w:rPr>
        <w:t>:</w:t>
      </w:r>
      <w:r>
        <w:rPr>
          <w:rFonts w:ascii="Corbel" w:hAnsi="Corbel"/>
          <w:smallCaps w:val="0"/>
          <w:szCs w:val="24"/>
        </w:rPr>
        <w:t xml:space="preserve"> zaliczenie bez oceny</w:t>
      </w:r>
    </w:p>
    <w:p w:rsidR="005305E0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Ćwiczenia</w:t>
      </w:r>
      <w:r w:rsidR="00BD2EFB">
        <w:rPr>
          <w:rFonts w:ascii="Corbel" w:hAnsi="Corbel"/>
          <w:smallCaps w:val="0"/>
          <w:szCs w:val="24"/>
        </w:rPr>
        <w:t xml:space="preserve">: </w:t>
      </w:r>
      <w:r>
        <w:rPr>
          <w:rFonts w:ascii="Corbel" w:hAnsi="Corbel"/>
          <w:smallCaps w:val="0"/>
          <w:szCs w:val="24"/>
        </w:rPr>
        <w:t>zaliczenie z oceną</w:t>
      </w:r>
    </w:p>
    <w:p w:rsidR="005305E0" w:rsidRPr="009C54AE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przedmiotu: </w:t>
      </w:r>
      <w:r w:rsidR="005305E0">
        <w:rPr>
          <w:rFonts w:ascii="Corbel" w:hAnsi="Corbel"/>
          <w:smallCaps w:val="0"/>
          <w:szCs w:val="24"/>
        </w:rPr>
        <w:t>Egzamin</w:t>
      </w:r>
    </w:p>
    <w:p w:rsidR="009C54AE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FD7A4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D7A4A" w:rsidP="00FD7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D7BFC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8D7BFC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8D7BFC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D5767A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D5767A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D5767A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D5767A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8D7BFC" w:rsidRDefault="00C02005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Umiejętnie </w:t>
            </w:r>
            <w:r w:rsidR="00155F09" w:rsidRPr="008D7BF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D7BFC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C54AE" w:rsidTr="005E6E85">
        <w:tc>
          <w:tcPr>
            <w:tcW w:w="1701" w:type="dxa"/>
          </w:tcPr>
          <w:p w:rsidR="00C0200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8D7BFC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C54AE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3112C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112C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E3112C">
              <w:rPr>
                <w:rFonts w:ascii="Corbel" w:hAnsi="Corbel"/>
                <w:sz w:val="24"/>
                <w:szCs w:val="24"/>
              </w:rPr>
              <w:t xml:space="preserve"> pedagogiki opiekuńczej</w:t>
            </w:r>
            <w:r w:rsidR="00E3112C">
              <w:rPr>
                <w:rFonts w:ascii="Corbel" w:hAnsi="Corbel"/>
                <w:sz w:val="24"/>
                <w:szCs w:val="24"/>
              </w:rPr>
              <w:t>, jej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>
              <w:rPr>
                <w:rFonts w:ascii="Corbel" w:hAnsi="Corbel"/>
                <w:sz w:val="24"/>
                <w:szCs w:val="24"/>
              </w:rPr>
              <w:t>dyscyplinami.</w:t>
            </w:r>
            <w:r w:rsidRPr="00E3112C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C54AE" w:rsidTr="00923D7D">
        <w:tc>
          <w:tcPr>
            <w:tcW w:w="9639" w:type="dxa"/>
          </w:tcPr>
          <w:p w:rsidR="00517B6E" w:rsidRPr="009C54AE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35E2D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D6508" w:rsidRPr="009C54AE" w:rsidTr="0072420B">
        <w:tc>
          <w:tcPr>
            <w:tcW w:w="9639" w:type="dxa"/>
          </w:tcPr>
          <w:p w:rsidR="007D6508" w:rsidRPr="009C54AE" w:rsidRDefault="007D6508" w:rsidP="0072420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D6508" w:rsidRPr="009C54AE" w:rsidTr="0072420B">
        <w:tc>
          <w:tcPr>
            <w:tcW w:w="9639" w:type="dxa"/>
          </w:tcPr>
          <w:p w:rsidR="007D6508" w:rsidRPr="009C54AE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Pre</w:t>
            </w:r>
            <w:r>
              <w:rPr>
                <w:rFonts w:ascii="Corbel" w:hAnsi="Corbel"/>
                <w:sz w:val="24"/>
                <w:szCs w:val="24"/>
              </w:rPr>
              <w:t>kursorzy pedagogiki opiekuńczej: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</w:t>
            </w: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ks. Gabriel Piotr Baudouin i jego dzieło,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-charakterystyka systemu opiekuńczo-wychowawczego ks. Bronisława Markiewicza,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-organizacja park</w:t>
            </w:r>
            <w:r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u rekreacyjnego Henryka Jordana,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 ogniska wychowawcze </w:t>
            </w:r>
            <w:r w:rsidRPr="00CE05ED">
              <w:rPr>
                <w:rFonts w:ascii="Corbel" w:hAnsi="Corbel"/>
                <w:sz w:val="24"/>
                <w:szCs w:val="24"/>
              </w:rPr>
              <w:t>K. Lisieckiego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Działalność i poglądy pedagogiczne K. Jeżewskiego, J.Cz. Babickiego.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-system gniazd sierocych K. Jeżewskiego, 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Cz. Babickiego w kształtowanie się teoretycznych podstaw opieki i wychowania (formy i rodzaje opieki nad dzieckiem, proces wychowania dzieci i młodzieży, swoistości rozwojowe dziecka osieroconego, system wychowania opiekuńczego).</w:t>
            </w:r>
          </w:p>
        </w:tc>
      </w:tr>
      <w:tr w:rsidR="007D6508" w:rsidRPr="00CE05ED" w:rsidTr="0072420B">
        <w:tc>
          <w:tcPr>
            <w:tcW w:w="9639" w:type="dxa"/>
          </w:tcPr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hAnsi="Corbel"/>
                <w:sz w:val="24"/>
                <w:szCs w:val="24"/>
              </w:rPr>
              <w:t>System wychowawczy J. Korczaka, jego życie, poglądy pedagogiczne, działal</w:t>
            </w:r>
            <w:r>
              <w:rPr>
                <w:rFonts w:ascii="Corbel" w:hAnsi="Corbel"/>
                <w:sz w:val="24"/>
                <w:szCs w:val="24"/>
              </w:rPr>
              <w:t>ność, twórczość, ponadczasowość: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-życie, działalność i twórczość,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-źródła wiedzy o dziecku,</w:t>
            </w:r>
          </w:p>
          <w:p w:rsidR="007D6508" w:rsidRPr="00CE05ED" w:rsidRDefault="007D6508" w:rsidP="0072420B">
            <w:pPr>
              <w:tabs>
                <w:tab w:val="left" w:pos="360"/>
                <w:tab w:val="left" w:pos="72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-system wychowawczy w placówce opieki nad dziećmi,</w:t>
            </w:r>
          </w:p>
          <w:p w:rsidR="007D6508" w:rsidRPr="00CE05ED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opiekuna – wychowawcę,</w:t>
            </w:r>
          </w:p>
          <w:p w:rsidR="007D6508" w:rsidRPr="00CE05ED" w:rsidRDefault="007D6508" w:rsidP="0072420B">
            <w:pPr>
              <w:tabs>
                <w:tab w:val="num" w:pos="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na diagnostykę wychowawczą</w:t>
            </w:r>
          </w:p>
          <w:p w:rsidR="007D6508" w:rsidRPr="00CE05ED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05E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-orędownik praw dziecka.</w:t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Poglądy pedagogiczne Heleny Radlińskiej, Aleksandra Kamińskiego, Janiny Maciaszkowej.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ab/>
            </w:r>
          </w:p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-poglądy pedagogiczne H.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Radlińskiej na opiekę i wychowanie oraz ich wzajemne relacje, </w:t>
            </w: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model osobowościowy wychowawcy,</w:t>
            </w:r>
          </w:p>
          <w:p w:rsidR="007D6508" w:rsidRPr="0018058B" w:rsidRDefault="007D6508" w:rsidP="0072420B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A.</w:t>
            </w:r>
            <w:r w:rsidRPr="0018058B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Kamińskiego w rozwój idei samorządności i partnerstwa w opiece i wychowaniu młodzieży, twórca ruchu zuchowego,</w:t>
            </w:r>
          </w:p>
          <w:p w:rsidR="007D6508" w:rsidRPr="00484714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>-wkład J. Maciaszkowej w rozwój pedagogiki opiekuńczej.</w:t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484714" w:rsidRDefault="007D6508" w:rsidP="0072420B">
            <w:pPr>
              <w:tabs>
                <w:tab w:val="left" w:pos="360"/>
              </w:tabs>
              <w:spacing w:after="0" w:line="240" w:lineRule="auto"/>
              <w:rPr>
                <w:rFonts w:ascii="Corbel" w:hAnsi="Corbel"/>
                <w:sz w:val="24"/>
              </w:rPr>
            </w:pPr>
            <w:r w:rsidRPr="00484714">
              <w:rPr>
                <w:rFonts w:ascii="Corbel" w:hAnsi="Corbel"/>
                <w:sz w:val="24"/>
              </w:rPr>
              <w:t>Dorobek pedagogiczny Marii Grzegorzewskiej i Janiny Doroszewskiej (istotny dla pedagogiki opiekuńczej).</w:t>
            </w:r>
            <w:r w:rsidRPr="00484714">
              <w:rPr>
                <w:rFonts w:ascii="Corbel" w:hAnsi="Corbel"/>
                <w:sz w:val="24"/>
              </w:rPr>
              <w:tab/>
            </w:r>
          </w:p>
        </w:tc>
      </w:tr>
      <w:tr w:rsidR="007D6508" w:rsidRPr="00484714" w:rsidTr="0072420B">
        <w:tc>
          <w:tcPr>
            <w:tcW w:w="9639" w:type="dxa"/>
          </w:tcPr>
          <w:p w:rsidR="007D6508" w:rsidRPr="00484714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4714">
              <w:rPr>
                <w:rFonts w:ascii="Corbel" w:hAnsi="Corbel"/>
                <w:sz w:val="24"/>
                <w:szCs w:val="24"/>
              </w:rPr>
              <w:t>Teoretycy i praktycy wychowania opiekuńczego na świecie: J.H. Pestalozzi, M. Richmond, J. Adams, A. Makarenko, A.S. Neill, S. Szacki.</w:t>
            </w:r>
          </w:p>
        </w:tc>
      </w:tr>
      <w:tr w:rsidR="007D6508" w:rsidTr="0072420B">
        <w:tc>
          <w:tcPr>
            <w:tcW w:w="9639" w:type="dxa"/>
          </w:tcPr>
          <w:p w:rsidR="007D6508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7D6508" w:rsidTr="0072420B">
        <w:tc>
          <w:tcPr>
            <w:tcW w:w="9639" w:type="dxa"/>
          </w:tcPr>
          <w:p w:rsidR="007D6508" w:rsidRDefault="007D6508" w:rsidP="007242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Polskie i międzynarodowe organizacje działające na rzecz dzieci.</w:t>
            </w:r>
          </w:p>
        </w:tc>
      </w:tr>
    </w:tbl>
    <w:p w:rsidR="00635E2D" w:rsidRPr="00635E2D" w:rsidRDefault="00635E2D" w:rsidP="008801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BB6CCA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B6CCA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BB6CC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F9710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9710C" w:rsidRDefault="002B6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9A5148" w:rsidRPr="00F9710C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F9710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635E2D" w:rsidRDefault="002B6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pisemny, </w:t>
            </w:r>
            <w:r w:rsidR="009A5148" w:rsidRPr="00635E2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635E2D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635E2D" w:rsidRDefault="002B62AE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767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F9710C" w:rsidRPr="00635E2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D5767A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C54AE" w:rsidTr="00F9710C">
        <w:tc>
          <w:tcPr>
            <w:tcW w:w="1962" w:type="dxa"/>
          </w:tcPr>
          <w:p w:rsidR="00F9710C" w:rsidRPr="009C54AE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D5767A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767A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635E2D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5E2D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wykładu – obecność </w:t>
            </w:r>
            <w:r w:rsidR="002B62AE"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106A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C54AE" w:rsidRDefault="002B62AE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4E1268">
              <w:rPr>
                <w:rFonts w:ascii="Corbel" w:hAnsi="Corbel"/>
                <w:b w:val="0"/>
                <w:smallCaps w:val="0"/>
                <w:szCs w:val="24"/>
              </w:rPr>
              <w:t>obejmujący tematykę wykładów i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0651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B62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DE2A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F1D4C">
              <w:rPr>
                <w:rFonts w:ascii="Corbel" w:hAnsi="Corbel"/>
                <w:sz w:val="24"/>
                <w:szCs w:val="24"/>
              </w:rPr>
              <w:t>: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 w:rsidR="004E1268">
              <w:rPr>
                <w:rFonts w:ascii="Corbel" w:hAnsi="Corbel"/>
                <w:sz w:val="24"/>
                <w:szCs w:val="24"/>
              </w:rPr>
              <w:t>gzaminu</w:t>
            </w:r>
            <w:r w:rsidR="00FD7A4A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D7A4A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Default="00DE2A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  <w:r w:rsidR="001F1D4C">
              <w:rPr>
                <w:rFonts w:ascii="Corbel" w:hAnsi="Corbel"/>
                <w:sz w:val="24"/>
                <w:szCs w:val="24"/>
              </w:rPr>
              <w:t>: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E2A8C">
              <w:rPr>
                <w:rFonts w:ascii="Corbel" w:hAnsi="Corbel"/>
                <w:sz w:val="24"/>
                <w:szCs w:val="24"/>
              </w:rPr>
              <w:t>25</w:t>
            </w:r>
          </w:p>
          <w:p w:rsidR="001F1D4C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  <w:p w:rsidR="001F1D4C" w:rsidRPr="009C54AE" w:rsidRDefault="001F1D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C13E48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lastRenderedPageBreak/>
              <w:t xml:space="preserve">Dąbrowski Z., Kulpiński F., 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C13E48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C13E48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110BA6" w:rsidRPr="00561633" w:rsidRDefault="00110BA6" w:rsidP="0011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561633">
              <w:rPr>
                <w:rFonts w:ascii="Corbel" w:hAnsi="Corbel" w:cs="DejaVuSans"/>
                <w:i/>
                <w:sz w:val="24"/>
                <w:szCs w:val="24"/>
                <w:lang w:eastAsia="pl-PL"/>
              </w:rPr>
              <w:t xml:space="preserve">Współczesne tendencje, problemy i wyzwania w opiece i wychowaniu, </w:t>
            </w:r>
            <w:r w:rsidRPr="00561633">
              <w:rPr>
                <w:rFonts w:ascii="Corbel" w:hAnsi="Corbel" w:cs="DejaVuSans"/>
                <w:sz w:val="24"/>
                <w:szCs w:val="24"/>
                <w:lang w:eastAsia="pl-PL"/>
              </w:rPr>
              <w:t>Kraków 2020.</w:t>
            </w:r>
          </w:p>
          <w:p w:rsidR="00110BA6" w:rsidRPr="00B74CA7" w:rsidRDefault="00110BA6" w:rsidP="00110BA6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A205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A205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110BA6" w:rsidRPr="0089317D" w:rsidRDefault="00110BA6" w:rsidP="00110BA6">
            <w:pPr>
              <w:spacing w:after="0" w:line="240" w:lineRule="auto"/>
              <w:jc w:val="both"/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</w:pP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Jakubowski M., Moskal F.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>Poglądy klasyków pedagogiki opiekuńczej na rolę wychowawcy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– </w:t>
            </w:r>
            <w:r w:rsidRPr="0089317D">
              <w:rPr>
                <w:rFonts w:ascii="Corbel" w:eastAsia="Times New Roman" w:hAnsi="Corbel"/>
                <w:i/>
                <w:noProof/>
                <w:sz w:val="24"/>
                <w:szCs w:val="24"/>
                <w:lang w:eastAsia="pl-PL"/>
              </w:rPr>
              <w:t xml:space="preserve">opiekuna, </w:t>
            </w:r>
            <w:r w:rsidRPr="0089317D">
              <w:rPr>
                <w:rFonts w:ascii="Corbel" w:eastAsia="Times New Roman" w:hAnsi="Corbel"/>
                <w:noProof/>
                <w:sz w:val="24"/>
                <w:szCs w:val="24"/>
                <w:lang w:eastAsia="pl-PL"/>
              </w:rPr>
              <w:t xml:space="preserve"> Częstochowa 1971. </w:t>
            </w:r>
          </w:p>
          <w:p w:rsidR="00110BA6" w:rsidRPr="00AA2055" w:rsidRDefault="00110BA6" w:rsidP="00110BA6">
            <w:pPr>
              <w:pStyle w:val="Tekstpodstawowy"/>
              <w:spacing w:after="0" w:line="240" w:lineRule="auto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89317D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89317D">
              <w:rPr>
                <w:rFonts w:ascii="Corbel" w:hAnsi="Corbel" w:cs="Arial"/>
                <w:bCs/>
                <w:sz w:val="24"/>
                <w:szCs w:val="24"/>
              </w:rPr>
              <w:t xml:space="preserve"> A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 xml:space="preserve">., </w:t>
            </w:r>
            <w:r w:rsidRPr="00AA205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AA205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110BA6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C13E48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110BA6" w:rsidRPr="00B74CA7" w:rsidRDefault="00110BA6" w:rsidP="00110BA6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AA205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AA205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110BA6" w:rsidRPr="00C13E48" w:rsidRDefault="00110BA6" w:rsidP="00110BA6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CB16BF" w:rsidRDefault="00110BA6" w:rsidP="00CB16B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13E48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C13E48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C13E4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CB16BF" w:rsidRDefault="00110BA6" w:rsidP="00CB16B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13E48">
              <w:rPr>
                <w:rFonts w:ascii="Corbel" w:hAnsi="Corbel"/>
                <w:sz w:val="24"/>
                <w:szCs w:val="24"/>
              </w:rPr>
              <w:t xml:space="preserve">Pyrzyk I., </w:t>
            </w:r>
            <w:r w:rsidRPr="00C13E48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C13E48">
              <w:rPr>
                <w:rFonts w:ascii="Corbel" w:hAnsi="Corbel"/>
                <w:sz w:val="24"/>
                <w:szCs w:val="24"/>
              </w:rPr>
              <w:t>, Włocławek 2006.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10BA6" w:rsidRDefault="00110BA6" w:rsidP="00110B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Jane</w:t>
            </w:r>
            <w:proofErr w:type="spellEnd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Adams – prekursorka ruchów i programów społecznych w USA, „Opieka, Wychowanie, Terapia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110BA6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T. Pilch,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2005 i inne.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1980.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Warszawa 1986.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Kraków 2002.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110BA6" w:rsidRPr="00C13E48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027BCC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C13E48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D0389D" w:rsidRDefault="00110BA6" w:rsidP="00110B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13E48">
              <w:rPr>
                <w:rFonts w:ascii="Corbel" w:hAnsi="Corbel"/>
                <w:b w:val="0"/>
                <w:smallCaps w:val="0"/>
                <w:szCs w:val="24"/>
              </w:rPr>
              <w:t>Wybrane artykuły z prasy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95" w:rsidRDefault="00F64095" w:rsidP="00C16ABF">
      <w:pPr>
        <w:spacing w:after="0" w:line="240" w:lineRule="auto"/>
      </w:pPr>
      <w:r>
        <w:separator/>
      </w:r>
    </w:p>
  </w:endnote>
  <w:endnote w:type="continuationSeparator" w:id="0">
    <w:p w:rsidR="00F64095" w:rsidRDefault="00F640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95" w:rsidRDefault="00F64095" w:rsidP="00C16ABF">
      <w:pPr>
        <w:spacing w:after="0" w:line="240" w:lineRule="auto"/>
      </w:pPr>
      <w:r>
        <w:separator/>
      </w:r>
    </w:p>
  </w:footnote>
  <w:footnote w:type="continuationSeparator" w:id="0">
    <w:p w:rsidR="00F64095" w:rsidRDefault="00F6409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E7553FA"/>
    <w:multiLevelType w:val="hybridMultilevel"/>
    <w:tmpl w:val="D958B1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65187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906"/>
    <w:rsid w:val="000F1C57"/>
    <w:rsid w:val="000F5615"/>
    <w:rsid w:val="00110BA6"/>
    <w:rsid w:val="00123224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3F41"/>
    <w:rsid w:val="001E7D08"/>
    <w:rsid w:val="001F1D4C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22BF"/>
    <w:rsid w:val="002A2389"/>
    <w:rsid w:val="002A671D"/>
    <w:rsid w:val="002B03A8"/>
    <w:rsid w:val="002B4D55"/>
    <w:rsid w:val="002B5EA0"/>
    <w:rsid w:val="002B6119"/>
    <w:rsid w:val="002B62A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5D7"/>
    <w:rsid w:val="003C0BAE"/>
    <w:rsid w:val="003D18A9"/>
    <w:rsid w:val="003D6CE2"/>
    <w:rsid w:val="003D6DA4"/>
    <w:rsid w:val="003E1941"/>
    <w:rsid w:val="003E2FE6"/>
    <w:rsid w:val="003E49D5"/>
    <w:rsid w:val="003F38C0"/>
    <w:rsid w:val="003F4D97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1298"/>
    <w:rsid w:val="00573EF9"/>
    <w:rsid w:val="0059484D"/>
    <w:rsid w:val="005A0855"/>
    <w:rsid w:val="005A3196"/>
    <w:rsid w:val="005C080F"/>
    <w:rsid w:val="005C55E5"/>
    <w:rsid w:val="005C696A"/>
    <w:rsid w:val="005D5688"/>
    <w:rsid w:val="005E6E85"/>
    <w:rsid w:val="005F31D2"/>
    <w:rsid w:val="0061029B"/>
    <w:rsid w:val="00617230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B55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508"/>
    <w:rsid w:val="007D6E56"/>
    <w:rsid w:val="007F1652"/>
    <w:rsid w:val="007F4155"/>
    <w:rsid w:val="007F6972"/>
    <w:rsid w:val="0081554D"/>
    <w:rsid w:val="0081707E"/>
    <w:rsid w:val="008449B3"/>
    <w:rsid w:val="0085747A"/>
    <w:rsid w:val="0088014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3002C"/>
    <w:rsid w:val="00943FA6"/>
    <w:rsid w:val="009508DF"/>
    <w:rsid w:val="00950DAC"/>
    <w:rsid w:val="00954A07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4E8"/>
    <w:rsid w:val="00AD66D6"/>
    <w:rsid w:val="00AE0105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A52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19DD"/>
    <w:rsid w:val="00C324C1"/>
    <w:rsid w:val="00C36992"/>
    <w:rsid w:val="00C56036"/>
    <w:rsid w:val="00C61DC5"/>
    <w:rsid w:val="00C67E92"/>
    <w:rsid w:val="00C70A26"/>
    <w:rsid w:val="00C766DF"/>
    <w:rsid w:val="00C82312"/>
    <w:rsid w:val="00C94B98"/>
    <w:rsid w:val="00CA2B96"/>
    <w:rsid w:val="00CA5089"/>
    <w:rsid w:val="00CB16BF"/>
    <w:rsid w:val="00CB42CB"/>
    <w:rsid w:val="00CC7A8D"/>
    <w:rsid w:val="00CD6897"/>
    <w:rsid w:val="00CE5BAC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552B2"/>
    <w:rsid w:val="00D5767A"/>
    <w:rsid w:val="00D608D1"/>
    <w:rsid w:val="00D74119"/>
    <w:rsid w:val="00D8075B"/>
    <w:rsid w:val="00D8678B"/>
    <w:rsid w:val="00DA2114"/>
    <w:rsid w:val="00DA7EB1"/>
    <w:rsid w:val="00DE09C0"/>
    <w:rsid w:val="00DE2A8C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63348"/>
    <w:rsid w:val="00E77E88"/>
    <w:rsid w:val="00E8107D"/>
    <w:rsid w:val="00E960BB"/>
    <w:rsid w:val="00EA2074"/>
    <w:rsid w:val="00EA4832"/>
    <w:rsid w:val="00EA4E9D"/>
    <w:rsid w:val="00EB6899"/>
    <w:rsid w:val="00EC4899"/>
    <w:rsid w:val="00ED03AB"/>
    <w:rsid w:val="00ED32D2"/>
    <w:rsid w:val="00ED62F3"/>
    <w:rsid w:val="00EE32DE"/>
    <w:rsid w:val="00EE5457"/>
    <w:rsid w:val="00F070AB"/>
    <w:rsid w:val="00F17567"/>
    <w:rsid w:val="00F27A7B"/>
    <w:rsid w:val="00F368FB"/>
    <w:rsid w:val="00F526AF"/>
    <w:rsid w:val="00F617C3"/>
    <w:rsid w:val="00F64095"/>
    <w:rsid w:val="00F7066B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D7A4A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86E2E"/>
  <w15:docId w15:val="{C0D5AA07-71A8-4913-A098-125608A5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D631-46BA-469C-8DC2-DBC477B58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1331</Words>
  <Characters>7989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2022-03-30T17:49:00Z</dcterms:created>
  <dcterms:modified xsi:type="dcterms:W3CDTF">2023-04-20T08:56:00Z</dcterms:modified>
</cp:coreProperties>
</file>